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4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广州大学高等教育自学考试本科生毕业论文（设计）抄袭行为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检测及处理工作流程图</w:t>
      </w:r>
    </w:p>
    <w:p>
      <w:pPr>
        <w:spacing w:line="360" w:lineRule="auto"/>
        <w:rPr>
          <w:rFonts w:hint="eastAsia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5892165</wp:posOffset>
                </wp:positionV>
                <wp:extent cx="635" cy="342900"/>
                <wp:effectExtent l="37465" t="0" r="3810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.85pt;margin-top:463.95pt;height:27pt;width:0.05pt;z-index:251680768;mso-width-relative:page;mso-height-relative:page;" filled="f" stroked="t" coordsize="21600,21600" o:gfxdata="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DDDUNkA&#10;AAAJAQAADwAAAAAAAAABACAAAAAiAAAAZHJzL2Rvd25yZXYueG1sUEsBAhQAFAAAAAgAh07iQF/K&#10;BHDlAQAAnQ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-1310640</wp:posOffset>
                </wp:positionV>
                <wp:extent cx="635" cy="395605"/>
                <wp:effectExtent l="37465" t="0" r="38100" b="444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" cy="395887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0.4pt;margin-top:-103.2pt;height:31.15pt;width:0.05pt;z-index:251670528;mso-width-relative:page;mso-height-relative:page;" filled="f" stroked="t" coordsize="21600,21600" o:gfxdata="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MsBQbd&#10;AAAADwEAAA8AAAAAAAAAAQAgAAAAIgAAAGRycy9kb3ducmV2LnhtbFBLAQIUABQAAAAIAIdO4kDk&#10;1RqN4gEAAJ0DAAAOAAAAAAAAAAEAIAAAACw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6259830</wp:posOffset>
                </wp:positionV>
                <wp:extent cx="2286000" cy="769620"/>
                <wp:effectExtent l="5080" t="4445" r="1397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  <w:szCs w:val="24"/>
                              </w:rPr>
                              <w:t>教师评定成绩、写评语，在成绩汇总表登记成绩。总评成绩≥70分，可申报学位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5pt;margin-top:492.9pt;height:60.6pt;width:180pt;z-index:251669504;mso-width-relative:page;mso-height-relative:page;" fillcolor="#FFFFFF" filled="t" stroked="t" coordsize="21600,21600" o:gfxdata="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zsKHPaAAAADAEAAA8AAAAAAAAAAQAgAAAAIgAAAGRycy9kb3ducmV2LnhtbFBL&#10;AQIUABQAAAAIAIdO4kBIU6Wq9AEAAOg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  <w:szCs w:val="24"/>
                        </w:rPr>
                        <w:t>教师评定成绩、写评语，在成绩汇总表登记成绩。总评成绩≥70分，可申报学位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-962025</wp:posOffset>
                </wp:positionH>
                <wp:positionV relativeFrom="paragraph">
                  <wp:posOffset>4699635</wp:posOffset>
                </wp:positionV>
                <wp:extent cx="3314700" cy="1188720"/>
                <wp:effectExtent l="4445" t="5080" r="14605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1.文科专业毕业论文、理科专业计算机类毕业设计，文字复制比≤25%。2.理工科专业土木工程类、建筑类、工程管理类毕业设计，主要上传检测文字说明书部分，原则上，正文字数1000字以下的，文字复制比≤80%；正文字数1000字以上的，文字复制比≤75%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5.75pt;margin-top:370.05pt;height:93.6pt;width:261pt;z-index:251667456;mso-width-relative:page;mso-height-relative:page;" fillcolor="#FFFFFF" filled="t" stroked="t" coordsize="21600,21600" o:gfxdata="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V3EA72wAAAAwBAAAPAAAAAAAAAAEAIAAAACIAAABkcnMvZG93bnJldi54bWxQ&#10;SwECFAAUAAAACACHTuJAwn7bNPQBAADpAwAADgAAAAAAAAABACAAAAAq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Cs/>
                          <w:color w:val="FF0000"/>
                          <w:sz w:val="18"/>
                          <w:szCs w:val="18"/>
                        </w:rPr>
                        <w:t>1.文科专业毕业论文、理科专业计算机类毕业设计，文字复制比≤25%。2.理工科专业土木工程类、建筑类、工程管理类毕业设计，主要上传检测文字说明书部分，原则上，正文字数1000字以下的，文字复制比≤80%；正文字数1000字以上的，文字复制比≤75%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-640080</wp:posOffset>
                </wp:positionH>
                <wp:positionV relativeFrom="paragraph">
                  <wp:posOffset>3901440</wp:posOffset>
                </wp:positionV>
                <wp:extent cx="2628900" cy="481330"/>
                <wp:effectExtent l="5080" t="4445" r="13970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学校自考办查询检测结果(第一次、第二次)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4pt;margin-top:307.2pt;height:37.9pt;width:207pt;z-index:251664384;mso-width-relative:page;mso-height-relative:page;" fillcolor="#FFFFFF" filled="t" stroked="t" coordsize="21600,21600" o:gfxdata="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8b+nG2wAAAAwBAAAPAAAAAAAAAAEAIAAAACIAAABkcnMvZG93bnJldi54bWxQ&#10;SwECFAAUAAAACACHTuJA4mVvf/QBAADoAwAADgAAAAAAAAABACAAAAAq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学校自考办查询检测结果(第一次、第二次)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1859280</wp:posOffset>
                </wp:positionV>
                <wp:extent cx="4828540" cy="509270"/>
                <wp:effectExtent l="4445" t="4445" r="5715" b="1968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8540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受检学生在规定时间内进入检测系统上传定稿的论文（设计）电子版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146.4pt;height:40.1pt;width:380.2pt;z-index:251661312;mso-width-relative:page;mso-height-relative:page;" fillcolor="#FFFFFF" filled="t" stroked="t" coordsize="21600,21600" o:gfxdata="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yrhUtgAAAAJAQAADwAAAAAAAAABACAAAAAiAAAAZHJzL2Rvd25yZXYueG1sUEsBAhQA&#10;FAAAAAgAh07iQHfGvdD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受检学生在规定时间内进入检测系统上传定稿的论文（设计）电子版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4556760</wp:posOffset>
                </wp:positionV>
                <wp:extent cx="2857500" cy="495300"/>
                <wp:effectExtent l="4445" t="5080" r="1460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文字复制比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FF0000"/>
                                <w:sz w:val="24"/>
                                <w:szCs w:val="24"/>
                              </w:rPr>
                              <w:t>不达标的</w:t>
                            </w: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，申请参加第二次检测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358.8pt;height:39pt;width:225pt;z-index:251668480;mso-width-relative:page;mso-height-relative:page;" fillcolor="#FFFFFF" filled="t" stroked="t" coordsize="21600,21600" o:gfxdata="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q1tbXZAAAACwEAAA8AAAAAAAAAAQAgAAAAIgAAAGRycy9kb3ducmV2LnhtbFBLAQIUABQA&#10;AAAIAIdO4kAPDmVU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文字复制比</w:t>
                      </w:r>
                      <w:r>
                        <w:rPr>
                          <w:rFonts w:hint="eastAsia" w:ascii="仿宋_GB2312" w:hAnsi="宋体" w:eastAsia="仿宋_GB2312"/>
                          <w:color w:val="FF0000"/>
                          <w:sz w:val="24"/>
                          <w:szCs w:val="24"/>
                        </w:rPr>
                        <w:t>不达标的</w:t>
                      </w: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，申请参加第二次检测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2948940</wp:posOffset>
                </wp:positionV>
                <wp:extent cx="2514600" cy="594360"/>
                <wp:effectExtent l="4445" t="4445" r="14605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按时提交，教师审核检测结果、提出审核意见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.4pt;margin-top:232.2pt;height:46.8pt;width:198pt;z-index:251662336;mso-width-relative:page;mso-height-relative:page;" fillcolor="#FFFFFF" filled="t" stroked="t" coordsize="21600,21600" o:gfxdata="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WCwDbAAAACwEAAA8AAAAAAAAAAQAgAAAAIgAAAGRycy9kb3ducmV2LnhtbFBL&#10;AQIUABQAAAAIAIdO4kAuP94T8wEAAOgDAAAOAAAAAAAAAAEAIAAAACo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按时提交，教师审核检测结果、提出审核意见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2453640</wp:posOffset>
                </wp:positionV>
                <wp:extent cx="0" cy="495300"/>
                <wp:effectExtent l="38100" t="0" r="3810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0.6pt;margin-top:193.2pt;height:39pt;width:0pt;z-index:251666432;mso-width-relative:page;mso-height-relative:page;" filled="f" stroked="t" coordsize="21600,21600" o:gfxdata="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eOi1U2gAAAAsB&#10;AAAPAAAAAAAAAAEAIAAAACIAAABkcnMvZG93bnJldi54bWxQSwECFAAUAAAACACHTuJAcCvv9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274320</wp:posOffset>
                </wp:positionV>
                <wp:extent cx="4800600" cy="396240"/>
                <wp:effectExtent l="4445" t="4445" r="14605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  <w:lang w:eastAsia="zh-CN"/>
                              </w:rPr>
                              <w:t>助学单位、社会考生提交检测申请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6pt;margin-top:21.6pt;height:31.2pt;width:378pt;z-index:251660288;mso-width-relative:page;mso-height-relative:page;" fillcolor="#FFFFFF" filled="t" stroked="t" coordsize="21600,21600" o:gfxdata="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J1XN1wAAAAgBAAAPAAAAAAAAAAEAIAAAACIAAABkcnMvZG93bnJldi54bWxQSwECFAAU&#10;AAAACACHTuJAA20KRvIBAADoAwAADgAAAAAAAAABACAAAAAm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  <w:lang w:eastAsia="zh-CN"/>
                        </w:rPr>
                        <w:t>助学单位、社会考生提交检测申请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2948940</wp:posOffset>
                </wp:positionV>
                <wp:extent cx="3181350" cy="594360"/>
                <wp:effectExtent l="4445" t="5080" r="14605" b="1016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24"/>
                                <w:szCs w:val="24"/>
                              </w:rPr>
                              <w:t>未能在规定时间按时提交，则不能申报学位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232.2pt;height:46.8pt;width:250.5pt;z-index:251663360;mso-width-relative:page;mso-height-relative:page;" fillcolor="#FFFFFF" filled="t" stroked="t" coordsize="21600,21600" o:gfxdata="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deUf62QAAAAsBAAAPAAAAAAAAAAEAIAAAACIAAABkcnMvZG93bnJldi54bWxQSwEC&#10;FAAUAAAACACHTuJAhYlRRPMBAADo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24"/>
                          <w:szCs w:val="24"/>
                        </w:rPr>
                        <w:t>未能在规定时间按时提交，则不能申报学位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2453640</wp:posOffset>
                </wp:positionV>
                <wp:extent cx="0" cy="495300"/>
                <wp:effectExtent l="38100" t="0" r="3810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6pt;margin-top:193.2pt;height:39pt;width:0pt;z-index:251665408;mso-width-relative:page;mso-height-relative:page;" filled="f" stroked="t" coordsize="21600,21600" o:gfxdata="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In2k7aAAAACwEA&#10;AA8AAAAAAAAAAQAgAAAAIgAAAGRycy9kb3ducmV2LnhtbFBLAQIUABQAAAAIAIdO4kCTsOU43wEA&#10;AJkDAAAOAAAAAAAAAAEAIAAAACk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c">
            <w:drawing>
              <wp:inline distT="0" distB="0" distL="114300" distR="114300">
                <wp:extent cx="5257800" cy="3070860"/>
                <wp:effectExtent l="0" t="0" r="0" b="0"/>
                <wp:docPr id="24" name="画布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0" name="直接连接符 20"/>
                        <wps:cNvCnPr/>
                        <wps:spPr>
                          <a:xfrm>
                            <a:off x="2217769" y="1386699"/>
                            <a:ext cx="730" cy="2967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2217769" y="495041"/>
                            <a:ext cx="730" cy="39661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503142" y="1882469"/>
                            <a:ext cx="0" cy="2967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59925" y="990812"/>
                            <a:ext cx="4686745" cy="3958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  <w:t>学校自考办提供指导教师、受检学生进入检测系统的账号、密码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41.8pt;width:414pt;" coordsize="5257800,3070860" editas="canvas" o:gfxdata="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AhD1/PWAAAABQEAAA8AAAAAAAAA&#10;AQAgAAAAIgAAAGRycy9kb3ducmV2LnhtbFBLAQIUABQAAAAIAIdO4kCi5tKVMAMAAHgLAAAOAAAA&#10;AAAAAAEAIAAAACUBAABkcnMvZTJvRG9jLnhtbFBLBQYAAAAABgAGAFkBAADHBgAAAAA=&#10;">
                <o:lock v:ext="edit" aspectratio="f"/>
                <v:shape id="_x0000_s1026" o:spid="_x0000_s1026" style="position:absolute;left:0;top:0;height:3070860;width:5257800;" filled="f" stroked="f" coordsize="21600,21600" o:gfxdata="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CEPX89YAAAAFAQAADwAA&#10;AAAAAAABACAAAAAiAAAAZHJzL2Rvd25yZXYueG1sUEsBAhQAFAAAAAgAh07iQOGDQ6z8AgAA/AoA&#10;AA4AAAAAAAAAAQAgAAAAJQEAAGRycy9lMm9Eb2MueG1sUEsFBgAAAAAGAAYAWQEAAJMGAAAAAA==&#10;">
                  <v:fill on="f" focussize="0,0"/>
                  <v:stroke on="f"/>
                  <v:imagedata o:title=""/>
                  <o:lock v:ext="edit" aspectratio="t"/>
                </v:shape>
                <v:line id="_x0000_s1026" o:spid="_x0000_s1026" o:spt="20" style="position:absolute;left:2217769;top:1386699;height:296733;width:730;" filled="f" stroked="t" coordsize="21600,21600" o:gfxdata="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M0rs1gAAAAUBAAAPAAAAAAAAAAEAIAAAACIAAABkcnMvZG93bnJldi54bWxQSwECFAAUAAAA&#10;CACHTuJAQC6T3fABAACp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217769;top:495041;flip:x;height:396616;width:730;" filled="f" stroked="t" coordsize="21600,21600" o:gfxdata="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1b37/WAAAABQEAAA8AAAAAAAAAAQAgAAAAIgAAAGRycy9kb3ducmV2LnhtbFBL&#10;AQIUABQAAAAIAIdO4kBQmrJy+AEAALI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03142;top:1882469;height:296733;width:0;" filled="f" stroked="t" coordsize="21600,21600" o:gfxdata="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UzSuzWAAAABQEAAA8AAAAAAAAAAQAgAAAAIgAAAGRycy9kb3ducmV2LnhtbFBLAQIUABQAAAAI&#10;AIdO4kC9dCg17wEAAKY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59925;top:990812;height:395887;width:4686745;" fillcolor="#FFFFFF" filled="t" stroked="t" coordsize="21600,21600" o:gfxdata="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6/yjNUAAAAFAQAADwAAAAAAAAABACAAAAAiAAAAZHJzL2Rvd25yZXYueG1s&#10;UEsBAhQAFAAAAAgAh07iQESD74P7AQAA9AMAAA4AAAAAAAAAAQAgAAAAJAEAAGRycy9lMm9Eb2Mu&#10;eG1sUEsFBgAAAAAGAAYAWQEAAJE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  <w:t>学校自考办提供指导教师、受检学生进入检测系统的账号、密码</w:t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c">
            <w:drawing>
              <wp:inline distT="0" distB="0" distL="114300" distR="114300">
                <wp:extent cx="5848350" cy="3070860"/>
                <wp:effectExtent l="0" t="0" r="19685" b="0"/>
                <wp:docPr id="19" name="画布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1" name="直接连接符 11"/>
                        <wps:cNvCnPr/>
                        <wps:spPr>
                          <a:xfrm>
                            <a:off x="503142" y="1089966"/>
                            <a:ext cx="730" cy="39588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 flipH="1">
                            <a:off x="2455545" y="1642110"/>
                            <a:ext cx="505460" cy="133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731711" y="198308"/>
                            <a:ext cx="730" cy="4687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1988471" y="917904"/>
                            <a:ext cx="171462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 flipH="1">
                            <a:off x="3703955" y="927735"/>
                            <a:ext cx="9525" cy="4210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617061" y="2080048"/>
                            <a:ext cx="730" cy="2974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3817747" y="1882469"/>
                            <a:ext cx="730" cy="39588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2808605" y="2257425"/>
                            <a:ext cx="3039745" cy="620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  <w:t>文字复制比</w:t>
                              </w:r>
                              <w:r>
                                <w:rPr>
                                  <w:rFonts w:hint="eastAsia" w:ascii="仿宋_GB2312" w:hAnsi="宋体" w:eastAsia="仿宋_GB2312"/>
                                  <w:color w:val="FF0000"/>
                                  <w:sz w:val="24"/>
                                  <w:szCs w:val="24"/>
                                </w:rPr>
                                <w:t>不达标的</w:t>
                              </w:r>
                              <w:r>
                                <w:rPr>
                                  <w:rFonts w:hint="eastAsia" w:ascii="仿宋_GB2312" w:hAnsi="宋体" w:eastAsia="仿宋_GB2312"/>
                                  <w:sz w:val="24"/>
                                  <w:szCs w:val="24"/>
                                </w:rPr>
                                <w:t>，疑似抄袭行为，学校组织专家认定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41.8pt;width:460.5pt;" coordsize="5848350,3070860" editas="canvas" o:gfxdata="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X7frMNcA&#10;AAAFAQAADwAAAAAAAAABACAAAAAiAAAAZHJzL2Rvd25yZXYueG1sUEsBAhQAFAAAAAgAh07iQE9q&#10;hoHoAwAA5BMAAA4AAAAAAAAAAQAgAAAAJgEAAGRycy9lMm9Eb2MueG1sUEsFBgAAAAAGAAYAWQEA&#10;AIAHAAAAAA==&#10;">
                <o:lock v:ext="edit" aspectratio="f"/>
                <v:shape id="_x0000_s1026" o:spid="_x0000_s1026" style="position:absolute;left:0;top:0;height:3070860;width:5848350;" filled="f" stroked="f" coordsize="21600,21600" o:gfxdata="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X7frMNcA&#10;AAAFAQAADwAAAAAAAAABACAAAAAiAAAAZHJzL2Rvd25yZXYueG1sUEsBAhQAFAAAAAgAh07iQIW0&#10;/UmvAwAAZhMAAA4AAAAAAAAAAQAgAAAAJgEAAGRycy9lMm9Eb2MueG1sUEsFBgAAAAAGAAYAWQEA&#10;AEcHAAAAAA==&#10;">
                  <v:fill on="f" focussize="0,0"/>
                  <v:stroke on="f"/>
                  <v:imagedata o:title=""/>
                  <o:lock v:ext="edit" aspectratio="t"/>
                </v:shape>
                <v:line id="_x0000_s1026" o:spid="_x0000_s1026" o:spt="20" style="position:absolute;left:503142;top:1089966;height:395887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sd2L9cAAAAFAQAADwAAAAAAAAABACAAAAAiAAAAZHJzL2Rvd25yZXYueG1sUEsBAhQAFAAA&#10;AAgAh07iQLCutTjwAQAAqAMAAA4AAAAAAAAAAQAgAAAAJg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455545;top:1642110;flip:x;height:13335;width:505460;" filled="f" stroked="t" coordsize="21600,21600" o:gfxdata="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q/jfNYAAAAFAQAADwAAAAAAAAABACAAAAAiAAAAZHJzL2Rvd25yZXYueG1sUEsB&#10;AhQAFAAAAAgAh07iQBckNg/3AQAAtQ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731711;top:198308;height:468795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LHdi/XAAAABQEAAA8AAAAAAAAAAQAgAAAAIgAAAGRycy9kb3ducmV2LnhtbFBLAQIUABQAAAAI&#10;AIdO4kBaZxQj7gEAAKcDAAAOAAAAAAAAAAEAIAAAACY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988471;top:917904;height:0;width:1714627;" filled="f" stroked="t" coordsize="21600,21600" o:gfxdata="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4bPVT9QA&#10;AAAFAQAADwAAAAAAAAABACAAAAAiAAAAZHJzL2Rvd25yZXYueG1sUEsBAhQAFAAAAAgAh07iQOfe&#10;JG7qAQAAowMAAA4AAAAAAAAAAQAgAAAAIw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703955;top:927735;flip:x;height:421005;width:9525;" filled="f" stroked="t" coordsize="21600,21600" o:gfxdata="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q/jfNYAAAAFAQAADwAAAAAAAAABACAAAAAiAAAAZHJzL2Rvd25yZXYueG1sUEsBAhQA&#10;FAAAAAgAh07iQLvlief0AQAAsw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617061;top:2080048;height:297462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sd2L9cAAAAFAQAADwAAAAAAAAABACAAAAAiAAAAZHJzL2Rvd25yZXYueG1sUEsBAhQAFAAA&#10;AAgAh07iQI46LELwAQAAqAMAAA4AAAAAAAAAAQAgAAAAJg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817747;top:1882469;height:395887;width:730;" filled="f" stroked="t" coordsize="21600,21600" o:gfxdata="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sd2L9cAAAAFAQAADwAAAAAAAAABACAAAAAiAAAAZHJzL2Rvd25yZXYueG1sUEsBAhQA&#10;FAAAAAgAh07iQAJBfV7zAQAAqQMAAA4AAAAAAAAAAQAgAAAAJg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2808605;top:2257425;height:620395;width:3039745;" fillcolor="#FFFFFF" filled="t" stroked="t" coordsize="21600,21600" o:gfxdata="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Bbzk/VAAAABQEAAA8AAAAAAAAAAQAgAAAAIgAAAGRycy9kb3ducmV2Lnht&#10;bFBLAQIUABQAAAAIAIdO4kAnmC90/AEAAPYDAAAOAAAAAAAAAAEAIAAAACQBAABkcnMvZTJvRG9j&#10;LnhtbFBLBQYAAAAABgAGAFkBAACS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  <w:t>文字复制比</w:t>
                        </w:r>
                        <w:r>
                          <w:rPr>
                            <w:rFonts w:hint="eastAsia" w:ascii="仿宋_GB2312" w:hAnsi="宋体" w:eastAsia="仿宋_GB2312"/>
                            <w:color w:val="FF0000"/>
                            <w:sz w:val="24"/>
                            <w:szCs w:val="24"/>
                          </w:rPr>
                          <w:t>不达标的</w:t>
                        </w:r>
                        <w:r>
                          <w:rPr>
                            <w:rFonts w:hint="eastAsia" w:ascii="仿宋_GB2312" w:hAnsi="宋体" w:eastAsia="仿宋_GB2312"/>
                            <w:sz w:val="24"/>
                            <w:szCs w:val="24"/>
                          </w:rPr>
                          <w:t>，疑似抄袭行为，学校组织专家认定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p>
      <w:pPr>
        <w:spacing w:line="360" w:lineRule="auto"/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F4BA0"/>
    <w:rsid w:val="019D4BD5"/>
    <w:rsid w:val="4C5F4BA0"/>
    <w:rsid w:val="6D535020"/>
    <w:rsid w:val="7624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x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2021-07-01T03:35:00Z</dcterms:created>
  <dc:creator>px</dc:creator>
  <cp:lastModifiedBy>px</cp:lastModifiedBy>
  <dcterms:modified xsi:type="dcterms:W3CDTF">2021-07-01T07:27:17Z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