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传统医学</w:t>
      </w:r>
      <w:r>
        <w:rPr>
          <w:rFonts w:hint="eastAsia" w:ascii="黑体" w:hAnsi="黑体" w:eastAsia="黑体" w:cs="黑体"/>
          <w:sz w:val="32"/>
          <w:szCs w:val="32"/>
        </w:rPr>
        <w:t>确有专长人员掌握传统医学诊疗技术证明材料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</w:rPr>
        <w:t>模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板）</w:t>
      </w:r>
    </w:p>
    <w:p/>
    <w:tbl>
      <w:tblPr>
        <w:tblStyle w:val="2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184"/>
        <w:gridCol w:w="1916"/>
        <w:gridCol w:w="800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证明人姓名</w:t>
            </w: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被证明人姓名</w:t>
            </w:r>
          </w:p>
        </w:tc>
        <w:tc>
          <w:tcPr>
            <w:tcW w:w="247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证明人所在单位</w:t>
            </w:r>
          </w:p>
        </w:tc>
        <w:tc>
          <w:tcPr>
            <w:tcW w:w="218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16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证明人电话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8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证明人《医师资格证书》编号</w:t>
            </w:r>
          </w:p>
        </w:tc>
        <w:tc>
          <w:tcPr>
            <w:tcW w:w="6578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证明人《医师执业证书》编号</w:t>
            </w:r>
          </w:p>
        </w:tc>
        <w:tc>
          <w:tcPr>
            <w:tcW w:w="6578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被证明人技术专长评述</w:t>
            </w:r>
          </w:p>
        </w:tc>
        <w:tc>
          <w:tcPr>
            <w:tcW w:w="6578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8280" w:type="dxa"/>
            <w:gridSpan w:val="5"/>
            <w:vAlign w:val="center"/>
          </w:tcPr>
          <w:p>
            <w:pPr>
              <w:ind w:firstLine="320" w:firstLineChars="1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以上证明如有虚假，我本人承担一切责任。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证明人签字：  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</w:tr>
    </w:tbl>
    <w:p>
      <w:pPr>
        <w:spacing w:line="320" w:lineRule="exac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要明确被证明人所具有的中医理论、技术特长，诊疗技术特色及疗效等。</w:t>
      </w:r>
    </w:p>
    <w:p/>
    <w:sectPr>
      <w:pgSz w:w="11906" w:h="16838"/>
      <w:pgMar w:top="1100" w:right="1800" w:bottom="110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5BD"/>
    <w:rsid w:val="000F35BD"/>
    <w:rsid w:val="002A6C93"/>
    <w:rsid w:val="002B7FAA"/>
    <w:rsid w:val="0048129B"/>
    <w:rsid w:val="00E720E2"/>
    <w:rsid w:val="1D2E5CB2"/>
    <w:rsid w:val="1F611EF1"/>
    <w:rsid w:val="32874C71"/>
    <w:rsid w:val="4E860A36"/>
    <w:rsid w:val="5B9E0E1A"/>
    <w:rsid w:val="6480098E"/>
    <w:rsid w:val="67964B8D"/>
    <w:rsid w:val="68854D64"/>
    <w:rsid w:val="6BA76D47"/>
    <w:rsid w:val="7379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24</Words>
  <Characters>137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侯晓萍</cp:lastModifiedBy>
  <cp:lastPrinted>2022-01-18T09:52:00Z</cp:lastPrinted>
  <dcterms:modified xsi:type="dcterms:W3CDTF">2022-01-19T02:56:06Z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55F7D96BDA284CA4A405091AD9F889FE</vt:lpwstr>
  </property>
</Properties>
</file>