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146" w:tblpY="819"/>
        <w:tblOverlap w:val="never"/>
        <w:tblW w:w="9864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8"/>
        <w:gridCol w:w="3288"/>
        <w:gridCol w:w="328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576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40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40"/>
                <w:szCs w:val="36"/>
                <w:lang w:val="en-US" w:eastAsia="zh-CN"/>
              </w:rPr>
              <w:t>2025年卫考报考、现场确认流程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44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40"/>
                <w:szCs w:val="36"/>
                <w:lang w:val="en-US" w:eastAsia="zh-CN"/>
              </w:rPr>
              <w:t>（南海区）</w:t>
            </w:r>
          </w:p>
        </w:tc>
        <w:tc>
          <w:tcPr>
            <w:tcW w:w="328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eastAsiaTheme="minorEastAsia"/>
                <w:b w:val="0"/>
                <w:bCs w:val="0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vertAlign w:val="baseline"/>
                <w:lang w:val="en-US" w:eastAsia="zh-CN"/>
              </w:rPr>
              <w:t>三版2024/11/26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657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b/>
                <w:bCs/>
                <w:sz w:val="28"/>
                <w:vertAlign w:val="baseline"/>
              </w:rPr>
            </w:pPr>
          </w:p>
        </w:tc>
        <w:tc>
          <w:tcPr>
            <w:tcW w:w="328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eastAsiaTheme="minorEastAsia"/>
                <w:b w:val="0"/>
                <w:bCs w:val="0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vertAlign w:val="baseline"/>
                <w:lang w:val="en-US" w:eastAsia="zh-CN"/>
              </w:rPr>
              <w:t>版次：NH-WK01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328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28"/>
                <w:vertAlign w:val="baseline"/>
                <w:lang w:val="en-US" w:eastAsia="zh-CN"/>
              </w:rPr>
              <w:t>流 程</w:t>
            </w:r>
          </w:p>
        </w:tc>
        <w:tc>
          <w:tcPr>
            <w:tcW w:w="65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28"/>
                <w:vertAlign w:val="baseline"/>
                <w:lang w:val="en-US" w:eastAsia="zh-CN"/>
              </w:rPr>
              <w:t>内 容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3288" w:type="dxa"/>
            <w:vMerge w:val="restar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sz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40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ge">
                        <wp:posOffset>6600190</wp:posOffset>
                      </wp:positionV>
                      <wp:extent cx="1804670" cy="464820"/>
                      <wp:effectExtent l="4445" t="5080" r="19685" b="6350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4670" cy="46482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60000">
                                    <a:srgbClr val="BFD0ED">
                                      <a:alpha val="23000"/>
                                    </a:srgbClr>
                                  </a:gs>
                                  <a:gs pos="0">
                                    <a:srgbClr val="D2DEF2"/>
                                  </a:gs>
                                  <a:gs pos="100000">
                                    <a:srgbClr val="ACC1E7"/>
                                  </a:gs>
                                </a:gsLst>
                                <a:lin ang="48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现场确认完毕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.35pt;margin-top:519.7pt;height:36.6pt;width:142.1pt;mso-position-vertical-relative:page;z-index:251673600;v-text-anchor:middle;mso-width-relative:page;mso-height-relative:page;" fillcolor="#D2DEF2" filled="t" stroked="t" coordsize="21600,21600" o:gfxdata="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B6dZWfaAAAADAEAAA8AAAAAAAAAAQAgAAAAIgAAAGRycy9k&#10;b3ducmV2LnhtbFBLAQIUABQAAAAIAIdO4kDFf6HDqwIAAH0FAAAOAAAAAAAAAAEAIAAAACkBAABk&#10;cnMvZTJvRG9jLnhtbFBLBQYAAAAABgAGAFkBAABGBgAAAAA=&#10;">
                      <v:fill type="gradient" on="t" color2="#ACC1E7" colors="0f #D2DEF2;39322f #BFD0ED;65536f #ACC1E7" angle="10" focus="100%" focussize="0,0" rotate="t"/>
                      <v:stroke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现场确认完毕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sz w:val="40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ge">
                        <wp:posOffset>5539740</wp:posOffset>
                      </wp:positionV>
                      <wp:extent cx="1804670" cy="464820"/>
                      <wp:effectExtent l="4445" t="5080" r="19685" b="635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4670" cy="46482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60000">
                                    <a:srgbClr val="BFD0ED">
                                      <a:alpha val="23000"/>
                                    </a:srgbClr>
                                  </a:gs>
                                  <a:gs pos="0">
                                    <a:srgbClr val="D2DEF2"/>
                                  </a:gs>
                                  <a:gs pos="100000">
                                    <a:srgbClr val="ACC1E7"/>
                                  </a:gs>
                                </a:gsLst>
                                <a:lin ang="48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现场确认-确认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.6pt;margin-top:436.2pt;height:36.6pt;width:142.1pt;mso-position-vertical-relative:page;z-index:251672576;v-text-anchor:middle;mso-width-relative:page;mso-height-relative:page;" fillcolor="#D2DEF2" filled="t" stroked="t" coordsize="21600,21600" o:gfxdata="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QDegYdoAAAAKAQAADwAAAAAAAAABACAAAAAiAAAAZHJz&#10;L2Rvd25yZXYueG1sUEsBAhQAFAAAAAgAh07iQNt2PEmtAgAAfQUAAA4AAAAAAAAAAQAgAAAAKQEA&#10;AGRycy9lMm9Eb2MueG1sUEsFBgAAAAAGAAYAWQEAAEgGAAAAAA==&#10;">
                      <v:fill type="gradient" on="t" color2="#ACC1E7" colors="0f #D2DEF2;39322f #BFD0ED;65536f #ACC1E7" angle="10" focus="100%" focussize="0,0" rotate="t"/>
                      <v:stroke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现场确认-确认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sz w:val="40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ge">
                        <wp:posOffset>4450715</wp:posOffset>
                      </wp:positionV>
                      <wp:extent cx="1804670" cy="464820"/>
                      <wp:effectExtent l="4445" t="5080" r="19685" b="635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4670" cy="46482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60000">
                                    <a:srgbClr val="BFD0ED">
                                      <a:alpha val="23000"/>
                                    </a:srgbClr>
                                  </a:gs>
                                  <a:gs pos="0">
                                    <a:srgbClr val="D2DEF2"/>
                                  </a:gs>
                                  <a:gs pos="100000">
                                    <a:srgbClr val="ACC1E7"/>
                                  </a:gs>
                                </a:gsLst>
                                <a:lin ang="48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现场确认-审核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85pt;margin-top:350.45pt;height:36.6pt;width:142.1pt;mso-position-vertical-relative:page;z-index:251671552;v-text-anchor:middle;mso-width-relative:page;mso-height-relative:page;" fillcolor="#D2DEF2" filled="t" stroked="t" coordsize="21600,21600" o:gfxdata="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+BQ5fNkAAAAKAQAADwAAAAAAAAABACAAAAAiAAAAZHJzL2Rv&#10;d25yZXYueG1sUEsBAhQAFAAAAAgAh07iQB1B/KmrAgAAfQUAAA4AAAAAAAAAAQAgAAAAKAEAAGRy&#10;cy9lMm9Eb2MueG1sUEsFBgAAAAAGAAYAWQEAAEUGAAAAAA==&#10;">
                      <v:fill type="gradient" on="t" color2="#ACC1E7" colors="0f #D2DEF2;39322f #BFD0ED;65536f #ACC1E7" angle="10" focus="100%" focussize="0,0" rotate="t"/>
                      <v:stroke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现场确认-审核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sz w:val="40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ge">
                        <wp:posOffset>3342640</wp:posOffset>
                      </wp:positionV>
                      <wp:extent cx="1804670" cy="464820"/>
                      <wp:effectExtent l="4445" t="5080" r="19685" b="635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4670" cy="46482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60000">
                                    <a:srgbClr val="BFD0ED">
                                      <a:alpha val="23000"/>
                                    </a:srgbClr>
                                  </a:gs>
                                  <a:gs pos="0">
                                    <a:srgbClr val="D2DEF2"/>
                                  </a:gs>
                                  <a:gs pos="100000">
                                    <a:srgbClr val="ACC1E7"/>
                                  </a:gs>
                                </a:gsLst>
                                <a:lin ang="48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现场确认-取号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.6pt;margin-top:263.2pt;height:36.6pt;width:142.1pt;mso-position-vertical-relative:page;z-index:251670528;v-text-anchor:middle;mso-width-relative:page;mso-height-relative:page;" fillcolor="#D2DEF2" filled="t" stroked="t" coordsize="21600,21600" o:gfxdata="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Ji/fw7ZAAAACgEAAA8AAAAAAAAAAQAgAAAAIgAAAGRycy9k&#10;b3ducmV2LnhtbFBLAQIUABQAAAAIAIdO4kBfrEP2rAIAAH0FAAAOAAAAAAAAAAEAIAAAACgBAABk&#10;cnMvZTJvRG9jLnhtbFBLBQYAAAAABgAGAFkBAABGBgAAAAA=&#10;">
                      <v:fill type="gradient" on="t" color2="#ACC1E7" colors="0f #D2DEF2;39322f #BFD0ED;65536f #ACC1E7" angle="10" focus="100%" focussize="0,0" rotate="t"/>
                      <v:stroke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现场确认-取号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sz w:val="40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ge">
                        <wp:posOffset>2406015</wp:posOffset>
                      </wp:positionV>
                      <wp:extent cx="1804670" cy="464820"/>
                      <wp:effectExtent l="4445" t="5080" r="19685" b="635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4670" cy="46482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60000">
                                    <a:srgbClr val="BFD0ED">
                                      <a:alpha val="23000"/>
                                    </a:srgbClr>
                                  </a:gs>
                                  <a:gs pos="0">
                                    <a:srgbClr val="D2DEF2"/>
                                  </a:gs>
                                  <a:gs pos="100000">
                                    <a:srgbClr val="ACC1E7"/>
                                  </a:gs>
                                </a:gsLst>
                                <a:lin ang="48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单位收集确认资料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.6pt;margin-top:189.45pt;height:36.6pt;width:142.1pt;mso-position-vertical-relative:page;z-index:251669504;v-text-anchor:middle;mso-width-relative:page;mso-height-relative:page;" fillcolor="#D2DEF2" filled="t" stroked="t" coordsize="21600,21600" o:gfxdata="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mNahDdoAAAAJAQAADwAAAAAAAAABACAAAAAiAAAAZHJz&#10;L2Rvd25yZXYueG1sUEsBAhQAFAAAAAgAh07iQNAoDbOtAgAAfQUAAA4AAAAAAAAAAQAgAAAAKQEA&#10;AGRycy9lMm9Eb2MueG1sUEsFBgAAAAAGAAYAWQEAAEgGAAAAAA==&#10;">
                      <v:fill type="gradient" on="t" color2="#ACC1E7" colors="0f #D2DEF2;39322f #BFD0ED;65536f #ACC1E7" angle="10" focus="100%" focussize="0,0" rotate="t"/>
                      <v:stroke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单位收集确认资料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833120</wp:posOffset>
                      </wp:positionH>
                      <wp:positionV relativeFrom="page">
                        <wp:posOffset>1902460</wp:posOffset>
                      </wp:positionV>
                      <wp:extent cx="274320" cy="419100"/>
                      <wp:effectExtent l="11430" t="4445" r="19050" b="18415"/>
                      <wp:wrapNone/>
                      <wp:docPr id="11" name="下箭头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419100"/>
                              </a:xfrm>
                              <a:prstGeom prst="downArrow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5.6pt;margin-top:149.8pt;height:33pt;width:21.6pt;mso-position-vertical-relative:page;z-index:251663360;v-text-anchor:middle;mso-width-relative:page;mso-height-relative:page;" filled="f" stroked="t" coordsize="21600,21600" o:gfxdata="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isVk&#10;FtgAAAALAQAADwAAAAAAAAABACAAAAAiAAAAZHJzL2Rvd25yZXYueG1sUEsBAhQAFAAAAAgAh07i&#10;QJSE4iVbAgAAkAQAAA4AAAAAAAAAAQAgAAAAJwEAAGRycy9lMm9Eb2MueG1sUEsFBgAAAAAGAAYA&#10;WQEAAPQFAAAAAA==&#10;" adj="14531,5400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833120</wp:posOffset>
                      </wp:positionH>
                      <wp:positionV relativeFrom="page">
                        <wp:posOffset>2880995</wp:posOffset>
                      </wp:positionV>
                      <wp:extent cx="274320" cy="419100"/>
                      <wp:effectExtent l="11430" t="4445" r="19050" b="18415"/>
                      <wp:wrapNone/>
                      <wp:docPr id="12" name="下箭头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419100"/>
                              </a:xfrm>
                              <a:prstGeom prst="downArrow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5.6pt;margin-top:226.85pt;height:33pt;width:21.6pt;mso-position-vertical-relative:page;z-index:251664384;v-text-anchor:middle;mso-width-relative:page;mso-height-relative:page;" filled="f" stroked="t" coordsize="21600,21600" o:gfxdata="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k6qg&#10;U9cAAAALAQAADwAAAAAAAAABACAAAAAiAAAAZHJzL2Rvd25yZXYueG1sUEsBAhQAFAAAAAgAh07i&#10;QP7tMqlcAgAAkAQAAA4AAAAAAAAAAQAgAAAAJgEAAGRycy9lMm9Eb2MueG1sUEsFBgAAAAAGAAYA&#10;WQEAAPQFAAAAAA==&#10;" adj="14531,5400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833120</wp:posOffset>
                      </wp:positionH>
                      <wp:positionV relativeFrom="page">
                        <wp:posOffset>3983990</wp:posOffset>
                      </wp:positionV>
                      <wp:extent cx="274320" cy="419100"/>
                      <wp:effectExtent l="11430" t="4445" r="19050" b="18415"/>
                      <wp:wrapNone/>
                      <wp:docPr id="13" name="下箭头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419100"/>
                              </a:xfrm>
                              <a:prstGeom prst="downArrow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5.6pt;margin-top:313.7pt;height:33pt;width:21.6pt;mso-position-vertical-relative:page;z-index:251665408;v-text-anchor:middle;mso-width-relative:page;mso-height-relative:page;" filled="f" stroked="t" coordsize="21600,21600" o:gfxdata="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yPyO&#10;DdcAAAALAQAADwAAAAAAAAABACAAAAAiAAAAZHJzL2Rvd25yZXYueG1sUEsBAhQAFAAAAAgAh07i&#10;QNjKgtJcAgAAkAQAAA4AAAAAAAAAAQAgAAAAJgEAAGRycy9lMm9Eb2MueG1sUEsFBgAAAAAGAAYA&#10;WQEAAPQFAAAAAA==&#10;" adj="14531,5400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833120</wp:posOffset>
                      </wp:positionH>
                      <wp:positionV relativeFrom="page">
                        <wp:posOffset>5039995</wp:posOffset>
                      </wp:positionV>
                      <wp:extent cx="274320" cy="419100"/>
                      <wp:effectExtent l="11430" t="4445" r="19050" b="18415"/>
                      <wp:wrapNone/>
                      <wp:docPr id="14" name="下箭头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419100"/>
                              </a:xfrm>
                              <a:prstGeom prst="downArrow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5.6pt;margin-top:396.85pt;height:33pt;width:21.6pt;mso-position-vertical-relative:page;z-index:251666432;v-text-anchor:middle;mso-width-relative:page;mso-height-relative:page;" filled="f" stroked="t" coordsize="21600,21600" o:gfxdata="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DrCh&#10;YdcAAAALAQAADwAAAAAAAAABACAAAAAiAAAAZHJzL2Rvd25yZXYueG1sUEsBAhQAFAAAAAgAh07i&#10;QGs542tcAgAAkAQAAA4AAAAAAAAAAQAgAAAAJgEAAGRycy9lMm9Eb2MueG1sUEsFBgAAAAAGAAYA&#10;WQEAAPQFAAAAAA==&#10;" adj="14531,5400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833120</wp:posOffset>
                      </wp:positionH>
                      <wp:positionV relativeFrom="page">
                        <wp:posOffset>6080760</wp:posOffset>
                      </wp:positionV>
                      <wp:extent cx="274320" cy="419100"/>
                      <wp:effectExtent l="11430" t="4445" r="19050" b="18415"/>
                      <wp:wrapNone/>
                      <wp:docPr id="15" name="下箭头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419100"/>
                              </a:xfrm>
                              <a:prstGeom prst="downArrow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5.6pt;margin-top:478.8pt;height:33pt;width:21.6pt;mso-position-vertical-relative:page;z-index:251667456;v-text-anchor:middle;mso-width-relative:page;mso-height-relative:page;" filled="f" stroked="t" coordsize="21600,21600" o:gfxdata="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ap&#10;rVTYAAAADAEAAA8AAAAAAAAAAQAgAAAAIgAAAGRycy9kb3ducmV2LnhtbFBLAQIUABQAAAAIAIdO&#10;4kBNHlMQXAIAAJAEAAAOAAAAAAAAAAEAIAAAACcBAABkcnMvZTJvRG9jLnhtbFBLBQYAAAAABgAG&#10;AFkBAAD1BQAAAAA=&#10;" adj="14531,5400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833120</wp:posOffset>
                      </wp:positionH>
                      <wp:positionV relativeFrom="page">
                        <wp:posOffset>7168515</wp:posOffset>
                      </wp:positionV>
                      <wp:extent cx="274320" cy="419100"/>
                      <wp:effectExtent l="11430" t="4445" r="19050" b="18415"/>
                      <wp:wrapNone/>
                      <wp:docPr id="16" name="下箭头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419100"/>
                              </a:xfrm>
                              <a:prstGeom prst="downArrow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5.6pt;margin-top:564.45pt;height:33pt;width:21.6pt;mso-position-vertical-relative:page;z-index:251668480;v-text-anchor:middle;mso-width-relative:page;mso-height-relative:page;" filled="f" stroked="t" coordsize="21600,21600" o:gfxdata="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g67Q&#10;TdcAAAANAQAADwAAAAAAAAABACAAAAAiAAAAZHJzL2Rvd25yZXYueG1sUEsBAhQAFAAAAAgAh07i&#10;QCd3g5xcAgAAkAQAAA4AAAAAAAAAAQAgAAAAJgEAAGRycy9lMm9Eb2MueG1sUEsFBgAAAAAGAAYA&#10;WQEAAPQFAAAAAA==&#10;" adj="14531,5400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833120</wp:posOffset>
                      </wp:positionH>
                      <wp:positionV relativeFrom="page">
                        <wp:posOffset>871855</wp:posOffset>
                      </wp:positionV>
                      <wp:extent cx="274320" cy="419100"/>
                      <wp:effectExtent l="11430" t="4445" r="19050" b="18415"/>
                      <wp:wrapNone/>
                      <wp:docPr id="10" name="下箭头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548130" y="2525395"/>
                                <a:ext cx="274320" cy="419100"/>
                              </a:xfrm>
                              <a:prstGeom prst="downArrow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5.6pt;margin-top:68.65pt;height:33pt;width:21.6pt;mso-position-vertical-relative:page;z-index:251662336;v-text-anchor:middle;mso-width-relative:page;mso-height-relative:page;" filled="f" stroked="t" coordsize="21600,21600" o:gfxdata="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Sv+/IdYAAAALAQAADwAAAAAAAAABACAAAAAiAAAAZHJzL2Rvd25yZXYueG1sUEsB&#10;AhQAFAAAAAgAh07iQNI/0XtpAgAAnAQAAA4AAAAAAAAAAQAgAAAAJQEAAGRycy9lMm9Eb2MueG1s&#10;UEsFBgAAAAAGAAYAWQEAAAAGAAAAAA==&#10;" adj="14531,5400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sz w:val="40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ge">
                        <wp:posOffset>307340</wp:posOffset>
                      </wp:positionV>
                      <wp:extent cx="1804670" cy="464820"/>
                      <wp:effectExtent l="4445" t="5080" r="19685" b="1778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4670" cy="46482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60000">
                                    <a:srgbClr val="BFD0ED">
                                      <a:alpha val="23000"/>
                                    </a:srgbClr>
                                  </a:gs>
                                  <a:gs pos="0">
                                    <a:srgbClr val="D2DEF2"/>
                                  </a:gs>
                                  <a:gs pos="100000">
                                    <a:srgbClr val="ACC1E7"/>
                                  </a:gs>
                                </a:gsLst>
                                <a:lin ang="48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考生报名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.35pt;margin-top:24.2pt;height:36.6pt;width:142.1pt;mso-position-vertical-relative:page;z-index:251659264;v-text-anchor:middle;mso-width-relative:page;mso-height-relative:page;" fillcolor="#D2DEF2" filled="t" stroked="t" coordsize="21600,21600" o:gfxdata="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SdVgadgAAAAJAQAADwAAAAAAAAABACAAAAAiAAAAZHJzL2Rv&#10;d25yZXYueG1sUEsBAhQAFAAAAAgAh07iQFTycgysAgAAfQUAAA4AAAAAAAAAAQAgAAAAJwEAAGRy&#10;cy9lMm9Eb2MueG1sUEsFBgAAAAAGAAYAWQEAAEUGAAAAAA==&#10;">
                      <v:fill type="gradient" on="t" color2="#ACC1E7" colors="0f #D2DEF2;39322f #BFD0ED;65536f #ACC1E7" angle="10" focus="100%" focussize="0,0" rotate="t"/>
                      <v:stroke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考生报名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sz w:val="40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ge">
                        <wp:posOffset>7652385</wp:posOffset>
                      </wp:positionV>
                      <wp:extent cx="1804670" cy="464820"/>
                      <wp:effectExtent l="4445" t="5080" r="19685" b="17780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4670" cy="46482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60000">
                                    <a:srgbClr val="BFD0ED">
                                      <a:alpha val="23000"/>
                                    </a:srgbClr>
                                  </a:gs>
                                  <a:gs pos="0">
                                    <a:srgbClr val="D2DEF2"/>
                                  </a:gs>
                                  <a:gs pos="100000">
                                    <a:srgbClr val="ACC1E7"/>
                                  </a:gs>
                                </a:gsLst>
                                <a:lin ang="48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留意后续通知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.35pt;margin-top:602.55pt;height:36.6pt;width:142.1pt;mso-position-vertical-relative:page;z-index:251661312;v-text-anchor:middle;mso-width-relative:page;mso-height-relative:page;" fillcolor="#D2DEF2" filled="t" stroked="t" coordsize="21600,21600" o:gfxdata="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azlYItoAAAAMAQAADwAAAAAAAAABACAAAAAiAAAAZHJz&#10;L2Rvd25yZXYueG1sUEsBAhQAFAAAAAgAh07iQJmbgxatAgAAfQUAAA4AAAAAAAAAAQAgAAAAKQEA&#10;AGRycy9lMm9Eb2MueG1sUEsFBgAAAAAGAAYAWQEAAEgGAAAAAA==&#10;">
                      <v:fill type="gradient" on="t" color2="#ACC1E7" colors="0f #D2DEF2;39322f #BFD0ED;65536f #ACC1E7" angle="10" focus="100%" focussize="0,0" rotate="t"/>
                      <v:stroke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留意后续通知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sz w:val="40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ge">
                        <wp:posOffset>1362075</wp:posOffset>
                      </wp:positionV>
                      <wp:extent cx="1804670" cy="464820"/>
                      <wp:effectExtent l="4445" t="5080" r="19685" b="1778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4670" cy="46482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60000">
                                    <a:srgbClr val="BFD0ED">
                                      <a:alpha val="23000"/>
                                    </a:srgbClr>
                                  </a:gs>
                                  <a:gs pos="0">
                                    <a:srgbClr val="D2DEF2"/>
                                  </a:gs>
                                  <a:gs pos="100000">
                                    <a:srgbClr val="ACC1E7"/>
                                  </a:gs>
                                </a:gsLst>
                                <a:lin ang="48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预约现场确认时间段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.35pt;margin-top:107.25pt;height:36.6pt;width:142.1pt;mso-position-vertical-relative:page;z-index:251660288;v-text-anchor:middle;mso-width-relative:page;mso-height-relative:page;" fillcolor="#D2DEF2" filled="t" stroked="t" coordsize="21600,21600" o:gfxdata="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t4Baj9kAAAAKAQAADwAAAAAAAAABACAAAAAiAAAAZHJz&#10;L2Rvd25yZXYueG1sUEsBAhQAFAAAAAgAh07iQJLFsuyuAgAAfQUAAA4AAAAAAAAAAQAgAAAAKAEA&#10;AGRycy9lMm9Eb2MueG1sUEsFBgAAAAAGAAYAWQEAAEgGAAAAAA==&#10;">
                      <v:fill type="gradient" on="t" color2="#ACC1E7" colors="0f #D2DEF2;39322f #BFD0ED;65536f #ACC1E7" angle="10" focus="100%" focussize="0,0" rotate="t"/>
                      <v:stroke color="#000000 [3213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预约现场确认时间段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6576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- 各医疗机构考务负责人指导考生进行网上报名。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- 报名网址：国家卫生健康委人才交流服务中心（www.21wecan.com）“考生管理平台”系统、“广东省卫生专业技术资格考试审核系统”（wk.gdwsrc.net），报考条件参考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yellow"/>
                <w:vertAlign w:val="baseline"/>
                <w:lang w:val="en-US" w:eastAsia="zh-CN"/>
              </w:rPr>
              <w:t>附件5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- 建议考生尽早完成网上报名，并按提示关注微信公众号，公众号有报名填报指南。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3288" w:type="dxa"/>
            <w:vMerge w:val="continue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sz w:val="28"/>
                <w:vertAlign w:val="baseline"/>
              </w:rPr>
            </w:pPr>
          </w:p>
        </w:tc>
        <w:tc>
          <w:tcPr>
            <w:tcW w:w="6576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- 考生或考务负责人通过预约小程序预约现场确认时间段。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- 单位指派1-2名考务负责人统一办理现场确认。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- 如取消预约需要在小程序“撤销”预约，切勿恶意占用名额。如有发现，将登记相关机构及考生。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3288" w:type="dxa"/>
            <w:vMerge w:val="continue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sz w:val="28"/>
                <w:vertAlign w:val="baseline"/>
              </w:rPr>
            </w:pPr>
          </w:p>
        </w:tc>
        <w:tc>
          <w:tcPr>
            <w:tcW w:w="6576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 按《报名所须提供材料列表》（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yellow"/>
                <w:vertAlign w:val="baseline"/>
                <w:lang w:val="en-US" w:eastAsia="zh-CN"/>
              </w:rPr>
              <w:t>附件7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）收齐考生现场确人所需资料。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 需打印《卫考报名考生登记表》（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yellow"/>
                <w:vertAlign w:val="baseline"/>
                <w:lang w:val="en-US" w:eastAsia="zh-CN"/>
              </w:rPr>
              <w:t>附件3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）并盖章、机构负责人签名。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3288" w:type="dxa"/>
            <w:vMerge w:val="continue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sz w:val="28"/>
                <w:vertAlign w:val="baseline"/>
              </w:rPr>
            </w:pPr>
          </w:p>
        </w:tc>
        <w:tc>
          <w:tcPr>
            <w:tcW w:w="6576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 由考务负责人统一到现场进行确认。考务负责人需要与预约程序登记的信息相符。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 确认地点和日期见预约小程序。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 提前到达确认地点门口取号，并到指定地点等候。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</w:trPr>
        <w:tc>
          <w:tcPr>
            <w:tcW w:w="3288" w:type="dxa"/>
            <w:vMerge w:val="continue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sz w:val="28"/>
                <w:vertAlign w:val="baseline"/>
              </w:rPr>
            </w:pPr>
          </w:p>
        </w:tc>
        <w:tc>
          <w:tcPr>
            <w:tcW w:w="6576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 工作人员对报考资料进行核对，需核对原件、提交复印件。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 未按要求填写报名表和提供资料的，需修正和补充完整。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第二次提交资料需重新取号，请在提交前认真核对资料！！！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3288" w:type="dxa"/>
            <w:vMerge w:val="continue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sz w:val="28"/>
                <w:vertAlign w:val="baseline"/>
              </w:rPr>
            </w:pPr>
          </w:p>
        </w:tc>
        <w:tc>
          <w:tcPr>
            <w:tcW w:w="6576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-初审符合条件的，工作人员进行网上确认。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-工作人员打印确认单，代办人员（考务负责人）签名。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 初审不符合条件的，现场退回资料。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3288" w:type="dxa"/>
            <w:vMerge w:val="continue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sz w:val="28"/>
                <w:vertAlign w:val="baseline"/>
              </w:rPr>
            </w:pPr>
          </w:p>
        </w:tc>
        <w:tc>
          <w:tcPr>
            <w:tcW w:w="6576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 工作人员收下《申请表》及资料复印件，原件退回。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 确认完毕后，考务负责人离开现场。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3288" w:type="dxa"/>
            <w:vMerge w:val="continue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sz w:val="28"/>
                <w:vertAlign w:val="baseline"/>
              </w:rPr>
            </w:pPr>
          </w:p>
        </w:tc>
        <w:tc>
          <w:tcPr>
            <w:tcW w:w="6576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 报考信息除报名点初审确认，还需考点、考区复审，报考人员请及时登陆报名系统查看资格审核状态。</w:t>
            </w:r>
            <w:bookmarkStart w:id="0" w:name="_GoBack"/>
            <w:bookmarkEnd w:id="0"/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numId w:val="0"/>
              </w:numPr>
              <w:tabs>
                <w:tab w:val="left" w:pos="3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400" w:lineRule="exact"/>
              <w:ind w:right="0" w:rightChars="0"/>
              <w:jc w:val="left"/>
              <w:textAlignment w:val="auto"/>
              <w:rPr>
                <w:rFonts w:hint="eastAsia" w:ascii="宋体" w:hAnsi="宋体" w:cs="宋体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- </w:t>
            </w:r>
            <w:r>
              <w:rPr>
                <w:spacing w:val="-4"/>
                <w:sz w:val="24"/>
              </w:rPr>
              <w:t xml:space="preserve">通过考区资格审核的考生，请在 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25</w:t>
            </w:r>
            <w:r>
              <w:rPr>
                <w:spacing w:val="-37"/>
                <w:sz w:val="24"/>
              </w:rPr>
              <w:t xml:space="preserve">年 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spacing w:val="-37"/>
                <w:sz w:val="24"/>
              </w:rPr>
              <w:t xml:space="preserve"> 月 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  <w:r>
              <w:rPr>
                <w:spacing w:val="-27"/>
                <w:sz w:val="24"/>
              </w:rPr>
              <w:t>日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  <w:lang w:val="en-US" w:eastAsia="zh-CN"/>
              </w:rPr>
              <w:t>2月16</w:t>
            </w:r>
            <w:r>
              <w:rPr>
                <w:spacing w:val="-19"/>
                <w:sz w:val="24"/>
              </w:rPr>
              <w:t>日及</w:t>
            </w:r>
            <w:r>
              <w:rPr>
                <w:sz w:val="24"/>
              </w:rPr>
              <w:t>时上网缴费，未缴费者视为放弃报考。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楷体" w:hAnsi="楷体" w:eastAsia="楷体" w:cs="楷体"/>
          <w:sz w:val="28"/>
          <w:szCs w:val="28"/>
          <w:u w:val="none" w:color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420" w:right="1519" w:bottom="420" w:left="1519" w:header="0" w:footer="15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·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0MzRmMmEzOTE2ZDA1NmNhNzQzOTRjMWM3YzlmYzEifQ=="/>
  </w:docVars>
  <w:rsids>
    <w:rsidRoot w:val="796D2233"/>
    <w:rsid w:val="00572133"/>
    <w:rsid w:val="00C00975"/>
    <w:rsid w:val="027264BF"/>
    <w:rsid w:val="031A3274"/>
    <w:rsid w:val="04750EB2"/>
    <w:rsid w:val="04DB0586"/>
    <w:rsid w:val="07017A23"/>
    <w:rsid w:val="0D797F51"/>
    <w:rsid w:val="0F535856"/>
    <w:rsid w:val="10B23B37"/>
    <w:rsid w:val="11C31B3C"/>
    <w:rsid w:val="11DB691F"/>
    <w:rsid w:val="12212770"/>
    <w:rsid w:val="134761A4"/>
    <w:rsid w:val="15A41426"/>
    <w:rsid w:val="175E6F1D"/>
    <w:rsid w:val="18147B1A"/>
    <w:rsid w:val="18AE5BE0"/>
    <w:rsid w:val="1A686E49"/>
    <w:rsid w:val="1A9D4DD9"/>
    <w:rsid w:val="1CC2244A"/>
    <w:rsid w:val="1D735DBC"/>
    <w:rsid w:val="1DFA6FCC"/>
    <w:rsid w:val="1E743619"/>
    <w:rsid w:val="21224A67"/>
    <w:rsid w:val="22CE6068"/>
    <w:rsid w:val="26E65406"/>
    <w:rsid w:val="28587B86"/>
    <w:rsid w:val="286D4031"/>
    <w:rsid w:val="2AB8007C"/>
    <w:rsid w:val="2AE93E47"/>
    <w:rsid w:val="2C4D4B86"/>
    <w:rsid w:val="2CA86226"/>
    <w:rsid w:val="2CF52BF0"/>
    <w:rsid w:val="2DBD6EC8"/>
    <w:rsid w:val="2FD67EBD"/>
    <w:rsid w:val="314310AE"/>
    <w:rsid w:val="32E034D5"/>
    <w:rsid w:val="356B5BB7"/>
    <w:rsid w:val="39593FB4"/>
    <w:rsid w:val="39EB4232"/>
    <w:rsid w:val="3AA37E85"/>
    <w:rsid w:val="3F5D42AC"/>
    <w:rsid w:val="3FAC161E"/>
    <w:rsid w:val="40D969EE"/>
    <w:rsid w:val="446F51F2"/>
    <w:rsid w:val="49E346F1"/>
    <w:rsid w:val="4A2E7FF2"/>
    <w:rsid w:val="4A5A59A3"/>
    <w:rsid w:val="4C68698F"/>
    <w:rsid w:val="4E162470"/>
    <w:rsid w:val="4F3670B8"/>
    <w:rsid w:val="51916932"/>
    <w:rsid w:val="52F8441E"/>
    <w:rsid w:val="53435FE7"/>
    <w:rsid w:val="54290572"/>
    <w:rsid w:val="54453572"/>
    <w:rsid w:val="5458020E"/>
    <w:rsid w:val="553054CE"/>
    <w:rsid w:val="55E93C6E"/>
    <w:rsid w:val="5743589F"/>
    <w:rsid w:val="57CA5F62"/>
    <w:rsid w:val="57DA7F91"/>
    <w:rsid w:val="58313DA5"/>
    <w:rsid w:val="59E83AA6"/>
    <w:rsid w:val="5A047068"/>
    <w:rsid w:val="5BB96FB6"/>
    <w:rsid w:val="5CA11EA6"/>
    <w:rsid w:val="5D941B38"/>
    <w:rsid w:val="5F5D042E"/>
    <w:rsid w:val="60263EE7"/>
    <w:rsid w:val="654507BB"/>
    <w:rsid w:val="65837B1B"/>
    <w:rsid w:val="6AF81933"/>
    <w:rsid w:val="6E0B3E1E"/>
    <w:rsid w:val="6ECA5F7B"/>
    <w:rsid w:val="70063345"/>
    <w:rsid w:val="74AB583C"/>
    <w:rsid w:val="74F070EA"/>
    <w:rsid w:val="760B11BB"/>
    <w:rsid w:val="76294CF5"/>
    <w:rsid w:val="765735B7"/>
    <w:rsid w:val="796D2233"/>
    <w:rsid w:val="7B47563E"/>
    <w:rsid w:val="7CE0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599"/>
    </w:pPr>
    <w:rPr>
      <w:rFonts w:ascii="楷体" w:hAnsi="楷体" w:eastAsia="楷体" w:cs="楷体"/>
      <w:sz w:val="28"/>
      <w:szCs w:val="28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312b8fc1-e730-fcad-8e35-3cae98e5c10e\&#35774;&#35745;&#37096;&#30740;&#21457;&#37096;&#24037;&#20316;&#27969;&#3124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设计部研发部工作流程.docx</Template>
  <Company>区卫生和计划生育局</Company>
  <Pages>2</Pages>
  <Words>571</Words>
  <Characters>600</Characters>
  <Lines>0</Lines>
  <Paragraphs>0</Paragraphs>
  <TotalTime>2</TotalTime>
  <ScaleCrop>false</ScaleCrop>
  <LinksUpToDate>false</LinksUpToDate>
  <CharactersWithSpaces>625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2020-12-29T02:01:00Z</dcterms:created>
  <dc:creator>Archi1404921082</dc:creator>
  <cp:lastModifiedBy>面面</cp:lastModifiedBy>
  <dcterms:modified xsi:type="dcterms:W3CDTF">2024-11-25T07:56:21Z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195B55EA92304761A438CBA4C2BE3742</vt:lpwstr>
  </property>
</Properties>
</file>