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color w:val="000000"/>
          <w:sz w:val="36"/>
        </w:rPr>
      </w:pPr>
      <w:r>
        <w:rPr>
          <w:rFonts w:ascii="宋体" w:hAnsi="宋体"/>
          <w:b/>
          <w:color w:val="000000"/>
          <w:sz w:val="36"/>
        </w:rPr>
        <w:t>202</w:t>
      </w:r>
      <w:r>
        <w:rPr>
          <w:rFonts w:hint="eastAsia" w:ascii="宋体" w:hAnsi="宋体"/>
          <w:b/>
          <w:color w:val="000000"/>
          <w:sz w:val="36"/>
          <w:lang w:val="en-US" w:eastAsia="zh-CN"/>
        </w:rPr>
        <w:t>5</w:t>
      </w:r>
      <w:r>
        <w:rPr>
          <w:rFonts w:hint="eastAsia" w:ascii="宋体" w:hAnsi="宋体"/>
          <w:b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宋体"/>
          <w:color w:val="000000"/>
          <w:sz w:val="10"/>
          <w:szCs w:val="10"/>
        </w:rPr>
      </w:pP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单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加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试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内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院前急救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ascii="宋体" w:hAnsi="宋体"/>
                <w:color w:val="000000"/>
                <w:sz w:val="24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儿科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军事医学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3" w:hRule="atLeast"/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32"/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2026</w:t>
            </w:r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本人能够遵守以上承诺，如有违反，愿意承担由此而造成的一切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期：</w:t>
            </w: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考点审核</w:t>
            </w:r>
            <w:r>
              <w:rPr>
                <w:rFonts w:ascii="宋体" w:hAnsi="宋体"/>
                <w:color w:val="000000"/>
                <w:sz w:val="24"/>
              </w:rPr>
              <w:t xml:space="preserve">: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JjNGNjNjc4YWNiNjI1YThlMTVhYWMyMzYyYzc4MGIifQ=="/>
  </w:docVars>
  <w:rsids>
    <w:rsidRoot w:val="1BE952A3"/>
    <w:rsid w:val="00003F66"/>
    <w:rsid w:val="00074053"/>
    <w:rsid w:val="003239AA"/>
    <w:rsid w:val="00632EF6"/>
    <w:rsid w:val="008B6753"/>
    <w:rsid w:val="008C7B52"/>
    <w:rsid w:val="015C5E96"/>
    <w:rsid w:val="04C512CA"/>
    <w:rsid w:val="077F1302"/>
    <w:rsid w:val="09C556F2"/>
    <w:rsid w:val="0D5D3E94"/>
    <w:rsid w:val="170F26A3"/>
    <w:rsid w:val="1BE952A3"/>
    <w:rsid w:val="38B7004D"/>
    <w:rsid w:val="39FD5F33"/>
    <w:rsid w:val="3B5F0C53"/>
    <w:rsid w:val="40992A87"/>
    <w:rsid w:val="42EF6D61"/>
    <w:rsid w:val="5E93283E"/>
    <w:rsid w:val="68F44821"/>
    <w:rsid w:val="695E1C9B"/>
    <w:rsid w:val="6F7164A9"/>
    <w:rsid w:val="76BE1FCB"/>
    <w:rsid w:val="78047EB1"/>
    <w:rsid w:val="78F16688"/>
    <w:rsid w:val="7DFA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248</Words>
  <Characters>254</Characters>
  <Lines>0</Lines>
  <Paragraphs>0</Paragraphs>
  <TotalTime>0</TotalTime>
  <ScaleCrop>false</ScaleCrop>
  <LinksUpToDate>false</LinksUpToDate>
  <CharactersWithSpaces>405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2021-02-01T09:34:00Z</dcterms:created>
  <dc:creator>向南向北</dc:creator>
  <cp:lastModifiedBy>thtf</cp:lastModifiedBy>
  <dcterms:modified xsi:type="dcterms:W3CDTF">2026-02-05T14:16:27Z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6B41DC047E6A48C5B3F2AFD19267BE4E_12</vt:lpwstr>
  </property>
  <property fmtid="{D5CDD505-2E9C-101B-9397-08002B2CF9AE}" pid="4" name="KSOTemplateDocerSaveRecord">
    <vt:lpwstr>eyJoZGlkIjoiYjllNTJjZjllZjdlODM0ZGNhNWY5ZGU2OTgyY2E0YmQiLCJ1c2VySWQiOiIzODgxNTU4OTMifQ==</vt:lpwstr>
  </property>
</Properties>
</file>